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AC531" w14:textId="77777777" w:rsidR="00617C8B" w:rsidRPr="00202DBA" w:rsidRDefault="00617C8B" w:rsidP="00617C8B">
      <w:pPr>
        <w:suppressAutoHyphens/>
        <w:jc w:val="center"/>
        <w:rPr>
          <w:rFonts w:cs="Arial"/>
          <w:bCs/>
          <w:sz w:val="20"/>
          <w:szCs w:val="20"/>
        </w:rPr>
      </w:pPr>
      <w:r w:rsidRPr="00202DBA">
        <w:rPr>
          <w:rFonts w:cs="Arial"/>
          <w:i/>
          <w:sz w:val="20"/>
          <w:szCs w:val="20"/>
        </w:rPr>
        <w:t xml:space="preserve">Niniejszy załącznik należy złożyć dopiero na wezwanie Zamawiającego (na podst. art. </w:t>
      </w:r>
      <w:r w:rsidR="00604869">
        <w:rPr>
          <w:rFonts w:cs="Arial"/>
          <w:i/>
          <w:sz w:val="20"/>
          <w:szCs w:val="20"/>
        </w:rPr>
        <w:t>274 ust. 1</w:t>
      </w:r>
      <w:r w:rsidRPr="00202DBA">
        <w:rPr>
          <w:rFonts w:cs="Arial"/>
          <w:i/>
          <w:sz w:val="20"/>
          <w:szCs w:val="20"/>
        </w:rPr>
        <w:t xml:space="preserve"> </w:t>
      </w:r>
      <w:proofErr w:type="spellStart"/>
      <w:r w:rsidRPr="00202DBA">
        <w:rPr>
          <w:rFonts w:cs="Arial"/>
          <w:i/>
          <w:sz w:val="20"/>
          <w:szCs w:val="20"/>
        </w:rPr>
        <w:t>Pzp</w:t>
      </w:r>
      <w:proofErr w:type="spellEnd"/>
      <w:r w:rsidRPr="00202DBA">
        <w:rPr>
          <w:rFonts w:cs="Arial"/>
          <w:i/>
          <w:sz w:val="20"/>
          <w:szCs w:val="20"/>
        </w:rPr>
        <w:t>)</w:t>
      </w:r>
    </w:p>
    <w:p w14:paraId="6A6BE781" w14:textId="77777777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Załącznik nr 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489D1FB2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6CB261B6" w14:textId="77777777" w:rsidR="00E339A7" w:rsidRDefault="00E339A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57770466" w14:textId="77777777" w:rsidR="00E339A7" w:rsidRDefault="00E339A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7C74B674" w14:textId="125B667A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24886C57" w14:textId="3422BD46" w:rsidR="00617C8B" w:rsidRPr="003D36CA" w:rsidRDefault="002B364B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150F38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.271.</w:t>
      </w:r>
      <w:r w:rsidR="00D36A2F">
        <w:rPr>
          <w:rFonts w:cs="Arial"/>
          <w:sz w:val="20"/>
          <w:szCs w:val="20"/>
        </w:rPr>
        <w:t>20</w:t>
      </w:r>
      <w:r>
        <w:rPr>
          <w:rFonts w:cs="Arial"/>
          <w:sz w:val="20"/>
          <w:szCs w:val="20"/>
        </w:rPr>
        <w:t>.202</w:t>
      </w:r>
      <w:r w:rsidR="00150F38">
        <w:rPr>
          <w:rFonts w:cs="Arial"/>
          <w:sz w:val="20"/>
          <w:szCs w:val="20"/>
        </w:rPr>
        <w:t>5</w:t>
      </w:r>
    </w:p>
    <w:p w14:paraId="20B1042C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41F9D929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290CD72F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2155CCCE" w14:textId="0A37940D" w:rsidR="00D35665" w:rsidRDefault="00617C8B" w:rsidP="00D36A2F">
      <w:pPr>
        <w:jc w:val="both"/>
        <w:rPr>
          <w:rFonts w:cs="Arial"/>
          <w:sz w:val="18"/>
          <w:szCs w:val="18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 xml:space="preserve">podstawowym </w:t>
      </w:r>
      <w:r w:rsidR="00C704B9">
        <w:rPr>
          <w:rFonts w:cs="Arial"/>
          <w:sz w:val="20"/>
          <w:lang w:eastAsia="ar-SA"/>
        </w:rPr>
        <w:t>z możliwymi negocjacjami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r w:rsidR="00D36A2F">
        <w:rPr>
          <w:rFonts w:cs="Arial"/>
          <w:b/>
        </w:rPr>
        <w:t>„</w:t>
      </w:r>
      <w:r w:rsidR="00D36A2F" w:rsidRPr="00D36A2F">
        <w:rPr>
          <w:rFonts w:eastAsia="TimesNewRoman" w:cs="Arial"/>
          <w:b/>
          <w:sz w:val="20"/>
          <w:szCs w:val="20"/>
          <w:lang w:eastAsia="en-US"/>
        </w:rPr>
        <w:t>Modernizacja drogi transportu rolnego</w:t>
      </w:r>
      <w:r w:rsidR="00373061" w:rsidRPr="00373061">
        <w:rPr>
          <w:rFonts w:cs="Arial"/>
          <w:b/>
          <w:sz w:val="20"/>
          <w:szCs w:val="20"/>
        </w:rPr>
        <w:t>”,</w:t>
      </w:r>
      <w:r w:rsidR="00373061" w:rsidRPr="00373061">
        <w:rPr>
          <w:rFonts w:cs="Arial"/>
          <w:bCs/>
          <w:sz w:val="20"/>
          <w:szCs w:val="20"/>
        </w:rPr>
        <w:t xml:space="preserve"> </w:t>
      </w:r>
    </w:p>
    <w:p w14:paraId="2ABCF749" w14:textId="77777777" w:rsidR="00D35665" w:rsidRDefault="00D35665" w:rsidP="00D35665">
      <w:pPr>
        <w:jc w:val="both"/>
        <w:rPr>
          <w:rFonts w:cs="Arial"/>
          <w:sz w:val="18"/>
          <w:szCs w:val="18"/>
        </w:rPr>
      </w:pPr>
    </w:p>
    <w:p w14:paraId="7F239E73" w14:textId="6FD3694E" w:rsidR="00617C8B" w:rsidRPr="00D35665" w:rsidRDefault="00617C8B" w:rsidP="00D35665">
      <w:pPr>
        <w:jc w:val="both"/>
        <w:rPr>
          <w:rFonts w:cs="Arial"/>
          <w:sz w:val="20"/>
          <w:szCs w:val="20"/>
        </w:rPr>
      </w:pPr>
      <w:r w:rsidRPr="00D35665">
        <w:rPr>
          <w:rFonts w:cs="Arial"/>
          <w:sz w:val="20"/>
          <w:szCs w:val="20"/>
        </w:rPr>
        <w:t>Wykaz robót budowlanych, wykonanych nie wcześniej niż w okresie ostatnich 5 lat, a jeżeli okres prowadzenia działalności jest krótszy - w tym okresie, wraz z podan</w:t>
      </w:r>
      <w:r w:rsidR="002B364B" w:rsidRPr="00D35665">
        <w:rPr>
          <w:rFonts w:cs="Arial"/>
          <w:sz w:val="20"/>
          <w:szCs w:val="20"/>
        </w:rPr>
        <w:t xml:space="preserve">iem ich rodzaju, wartości, daty </w:t>
      </w:r>
      <w:r w:rsidR="00D36A2F">
        <w:rPr>
          <w:rFonts w:cs="Arial"/>
          <w:sz w:val="20"/>
          <w:szCs w:val="20"/>
        </w:rPr>
        <w:br/>
      </w:r>
      <w:r w:rsidR="002B364B" w:rsidRPr="00D35665">
        <w:rPr>
          <w:rFonts w:cs="Arial"/>
          <w:sz w:val="20"/>
          <w:szCs w:val="20"/>
        </w:rPr>
        <w:t>i</w:t>
      </w:r>
      <w:r w:rsidRPr="00D35665">
        <w:rPr>
          <w:rFonts w:cs="Arial"/>
          <w:sz w:val="20"/>
          <w:szCs w:val="20"/>
        </w:rPr>
        <w:t xml:space="preserve"> miejsca wykonania </w:t>
      </w:r>
      <w:r w:rsidR="002B364B" w:rsidRPr="00D35665">
        <w:rPr>
          <w:rFonts w:cs="Arial"/>
          <w:sz w:val="20"/>
          <w:szCs w:val="20"/>
        </w:rPr>
        <w:t>oraz</w:t>
      </w:r>
      <w:r w:rsidRPr="00D35665">
        <w:rPr>
          <w:rFonts w:cs="Arial"/>
          <w:sz w:val="20"/>
          <w:szCs w:val="20"/>
        </w:rPr>
        <w:t xml:space="preserve"> podmiotów na rzecz, których roboty te zostały wykonane, </w:t>
      </w:r>
      <w:r w:rsidRPr="00D35665">
        <w:rPr>
          <w:rFonts w:cs="Arial"/>
          <w:sz w:val="20"/>
          <w:szCs w:val="20"/>
          <w:u w:val="single"/>
        </w:rPr>
        <w:t>z załączeniem dowodów</w:t>
      </w:r>
      <w:r w:rsidRPr="00D35665">
        <w:rPr>
          <w:rFonts w:cs="Arial"/>
          <w:sz w:val="20"/>
          <w:szCs w:val="20"/>
        </w:rPr>
        <w:t xml:space="preserve"> określających</w:t>
      </w:r>
      <w:r w:rsidR="002B364B" w:rsidRPr="00D35665">
        <w:rPr>
          <w:rFonts w:cs="Arial"/>
          <w:sz w:val="20"/>
          <w:szCs w:val="20"/>
        </w:rPr>
        <w:t>,</w:t>
      </w:r>
      <w:r w:rsidRPr="00D35665">
        <w:rPr>
          <w:rFonts w:cs="Arial"/>
          <w:sz w:val="20"/>
          <w:szCs w:val="20"/>
        </w:rPr>
        <w:t xml:space="preserve"> czy te roboty </w:t>
      </w:r>
      <w:r w:rsidR="002B364B" w:rsidRPr="00D35665">
        <w:rPr>
          <w:rFonts w:cs="Arial"/>
          <w:sz w:val="20"/>
          <w:szCs w:val="20"/>
        </w:rPr>
        <w:t xml:space="preserve">budowlane </w:t>
      </w:r>
      <w:r w:rsidRPr="00D35665">
        <w:rPr>
          <w:rFonts w:cs="Arial"/>
          <w:sz w:val="20"/>
          <w:szCs w:val="20"/>
        </w:rPr>
        <w:t xml:space="preserve">zostały wykonane należycie, </w:t>
      </w:r>
      <w:r w:rsidR="002B364B" w:rsidRPr="00D35665">
        <w:rPr>
          <w:rFonts w:cs="Arial"/>
          <w:sz w:val="20"/>
          <w:szCs w:val="20"/>
        </w:rPr>
        <w:t xml:space="preserve">przy czym dowodami, </w:t>
      </w:r>
      <w:r w:rsidR="00D36A2F">
        <w:rPr>
          <w:rFonts w:cs="Arial"/>
          <w:sz w:val="20"/>
          <w:szCs w:val="20"/>
        </w:rPr>
        <w:br/>
      </w:r>
      <w:r w:rsidR="002B364B" w:rsidRPr="00D35665">
        <w:rPr>
          <w:rFonts w:cs="Arial"/>
          <w:sz w:val="20"/>
          <w:szCs w:val="20"/>
        </w:rPr>
        <w:t>o których mo</w:t>
      </w:r>
      <w:r w:rsidR="00FE77CD" w:rsidRPr="00D35665">
        <w:rPr>
          <w:rFonts w:cs="Arial"/>
          <w:sz w:val="20"/>
          <w:szCs w:val="20"/>
        </w:rPr>
        <w:t>w</w:t>
      </w:r>
      <w:r w:rsidR="002B364B" w:rsidRPr="00D35665">
        <w:rPr>
          <w:rFonts w:cs="Arial"/>
          <w:sz w:val="20"/>
          <w:szCs w:val="20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 w:rsidRPr="00D35665">
        <w:rPr>
          <w:rFonts w:cs="Arial"/>
          <w:sz w:val="20"/>
          <w:szCs w:val="20"/>
        </w:rPr>
        <w:t>.</w:t>
      </w:r>
    </w:p>
    <w:p w14:paraId="1482A7AD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73676219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4E75C32A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02B5982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A15B6F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E18899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E63C69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54C5788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6AE84F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603036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34B310F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549FB4CB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DE7A56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AC0B869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E6F47C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2E21302D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A41FF7F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0F37A1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77A06F3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60D88D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EA6B7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0CCA784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AAE923C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16CD0E0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539F1DD8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1A48CD6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75FB908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4EE53F4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4BBA2AF0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00E1B5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783BD6DB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215CEE15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062CD93F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01970A6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1A75B91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314AE5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2142EBF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1F628389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733CB4E5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05266C85" w14:textId="77777777" w:rsidR="00617C8B" w:rsidRDefault="00617C8B" w:rsidP="00BC0E0C">
            <w:pPr>
              <w:rPr>
                <w:rFonts w:cs="Arial"/>
              </w:rPr>
            </w:pPr>
          </w:p>
          <w:p w14:paraId="2E1DCDB9" w14:textId="77777777" w:rsidR="00617C8B" w:rsidRDefault="00617C8B" w:rsidP="00BC0E0C">
            <w:pPr>
              <w:rPr>
                <w:rFonts w:cs="Arial"/>
              </w:rPr>
            </w:pPr>
          </w:p>
          <w:p w14:paraId="4869F22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37BD6B7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60E8F51B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641009B6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56518373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102CC80B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1030BB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0CE61EEA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02CA8642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7AF4B6BD" w14:textId="77777777" w:rsidR="00617C8B" w:rsidRDefault="00617C8B" w:rsidP="00BC0E0C">
            <w:pPr>
              <w:rPr>
                <w:rFonts w:cs="Arial"/>
              </w:rPr>
            </w:pPr>
          </w:p>
          <w:p w14:paraId="1913731D" w14:textId="77777777" w:rsidR="00617C8B" w:rsidRDefault="00617C8B" w:rsidP="00BC0E0C">
            <w:pPr>
              <w:rPr>
                <w:rFonts w:cs="Arial"/>
              </w:rPr>
            </w:pPr>
          </w:p>
          <w:p w14:paraId="1A33DC28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52919BFC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3719E7E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77E1EB65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1106C2A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5E126571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2E8D3C2A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7B49D4D9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5A778583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DF4E0C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DF4E0C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DF4E0C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DF4E0C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DF4E0C">
        <w:rPr>
          <w:rFonts w:cs="Arial"/>
          <w:b/>
          <w:sz w:val="20"/>
          <w:szCs w:val="20"/>
          <w:highlight w:val="lightGray"/>
        </w:rPr>
        <w:br/>
        <w:t>w imieniu Wykonawcy</w:t>
      </w:r>
    </w:p>
    <w:p w14:paraId="3649D605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49A45914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40FA373F" w14:textId="77777777" w:rsidR="00CA20F9" w:rsidRDefault="00CA20F9" w:rsidP="00CA20F9"/>
    <w:p w14:paraId="5A2643B4" w14:textId="77777777" w:rsidR="000A12C8" w:rsidRDefault="000A12C8" w:rsidP="00CA20F9"/>
    <w:p w14:paraId="69A20BB9" w14:textId="77777777" w:rsidR="000A12C8" w:rsidRPr="00CA20F9" w:rsidRDefault="000A12C8" w:rsidP="00CA20F9"/>
    <w:sectPr w:rsidR="000A12C8" w:rsidRPr="00CA20F9" w:rsidSect="00597193">
      <w:headerReference w:type="first" r:id="rId7"/>
      <w:footerReference w:type="first" r:id="rId8"/>
      <w:pgSz w:w="11906" w:h="16838" w:code="9"/>
      <w:pgMar w:top="1813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3E8CA" w14:textId="77777777" w:rsidR="003F0EB4" w:rsidRDefault="003F0EB4">
      <w:r>
        <w:separator/>
      </w:r>
    </w:p>
  </w:endnote>
  <w:endnote w:type="continuationSeparator" w:id="0">
    <w:p w14:paraId="6C1B9280" w14:textId="77777777" w:rsidR="003F0EB4" w:rsidRDefault="003F0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6534A" w14:textId="42662F1A" w:rsidR="00F00C81" w:rsidRDefault="00F00C81" w:rsidP="00F00C81">
    <w:pPr>
      <w:pStyle w:val="Stopka"/>
      <w:jc w:val="center"/>
    </w:pPr>
    <w:r>
      <w:rPr>
        <w:noProof/>
      </w:rPr>
      <w:drawing>
        <wp:inline distT="0" distB="0" distL="0" distR="0" wp14:anchorId="6529D488" wp14:editId="10CB485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4E99A" w14:textId="77777777" w:rsidR="003F0EB4" w:rsidRDefault="003F0EB4">
      <w:r>
        <w:separator/>
      </w:r>
    </w:p>
  </w:footnote>
  <w:footnote w:type="continuationSeparator" w:id="0">
    <w:p w14:paraId="39174A78" w14:textId="77777777" w:rsidR="003F0EB4" w:rsidRDefault="003F0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F00C81" w:rsidRPr="00F00C81" w14:paraId="45F3E5CB" w14:textId="77777777" w:rsidTr="003B23A9">
      <w:tc>
        <w:tcPr>
          <w:tcW w:w="5013" w:type="dxa"/>
        </w:tcPr>
        <w:p w14:paraId="367AECDF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0" w:name="_Hlk3180678"/>
          <w:bookmarkStart w:id="1" w:name="_Hlk81211798"/>
          <w:r w:rsidRPr="00F00C81">
            <w:rPr>
              <w:noProof/>
            </w:rPr>
            <w:drawing>
              <wp:inline distT="0" distB="0" distL="0" distR="0" wp14:anchorId="38C38619" wp14:editId="3FFC2F65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00C81">
            <w:tab/>
            <w:t xml:space="preserve">                                                                      </w:t>
          </w:r>
        </w:p>
        <w:p w14:paraId="24DDFD1B" w14:textId="77777777" w:rsidR="00F00C81" w:rsidRPr="00F00C81" w:rsidRDefault="00F00C81" w:rsidP="00F00C81">
          <w:r w:rsidRPr="00F00C8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8B30604" wp14:editId="16FA968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AE680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343C355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0"/>
      <w:tc>
        <w:tcPr>
          <w:tcW w:w="3918" w:type="dxa"/>
        </w:tcPr>
        <w:p w14:paraId="09A97B82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1"/>
  </w:tbl>
  <w:p w14:paraId="23E876DA" w14:textId="53502CF2" w:rsidR="000A12C8" w:rsidRPr="00F00C81" w:rsidRDefault="000A12C8" w:rsidP="00F00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557163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A12C8"/>
    <w:rsid w:val="000D283E"/>
    <w:rsid w:val="00100DBB"/>
    <w:rsid w:val="0012176A"/>
    <w:rsid w:val="00124D4A"/>
    <w:rsid w:val="00130B23"/>
    <w:rsid w:val="001505F6"/>
    <w:rsid w:val="00150F38"/>
    <w:rsid w:val="00176CE3"/>
    <w:rsid w:val="00194A52"/>
    <w:rsid w:val="001A3F87"/>
    <w:rsid w:val="001B210F"/>
    <w:rsid w:val="001D1977"/>
    <w:rsid w:val="002232E4"/>
    <w:rsid w:val="00241C1F"/>
    <w:rsid w:val="002425AE"/>
    <w:rsid w:val="00254437"/>
    <w:rsid w:val="00257036"/>
    <w:rsid w:val="002B364B"/>
    <w:rsid w:val="002C6347"/>
    <w:rsid w:val="00320AAC"/>
    <w:rsid w:val="00325198"/>
    <w:rsid w:val="00347E72"/>
    <w:rsid w:val="0035482A"/>
    <w:rsid w:val="003619F2"/>
    <w:rsid w:val="00365820"/>
    <w:rsid w:val="00373061"/>
    <w:rsid w:val="003844A7"/>
    <w:rsid w:val="003C554F"/>
    <w:rsid w:val="003E3CB7"/>
    <w:rsid w:val="003F0EB4"/>
    <w:rsid w:val="003F331B"/>
    <w:rsid w:val="0040149C"/>
    <w:rsid w:val="00414478"/>
    <w:rsid w:val="00414B79"/>
    <w:rsid w:val="00464E8E"/>
    <w:rsid w:val="004861BD"/>
    <w:rsid w:val="00492BD3"/>
    <w:rsid w:val="004B70BD"/>
    <w:rsid w:val="004C647D"/>
    <w:rsid w:val="004D4990"/>
    <w:rsid w:val="0052111D"/>
    <w:rsid w:val="00537F26"/>
    <w:rsid w:val="005760A9"/>
    <w:rsid w:val="005836D9"/>
    <w:rsid w:val="00594464"/>
    <w:rsid w:val="00597193"/>
    <w:rsid w:val="005A0BC7"/>
    <w:rsid w:val="005D3602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44D71"/>
    <w:rsid w:val="00856E3A"/>
    <w:rsid w:val="008945D9"/>
    <w:rsid w:val="008C28C3"/>
    <w:rsid w:val="008C7D25"/>
    <w:rsid w:val="009D71C1"/>
    <w:rsid w:val="009F2CF0"/>
    <w:rsid w:val="00A04690"/>
    <w:rsid w:val="00A40DD3"/>
    <w:rsid w:val="00A8311B"/>
    <w:rsid w:val="00A97D3C"/>
    <w:rsid w:val="00B01F08"/>
    <w:rsid w:val="00B16E8F"/>
    <w:rsid w:val="00B16F7C"/>
    <w:rsid w:val="00B30401"/>
    <w:rsid w:val="00B6637D"/>
    <w:rsid w:val="00B8552A"/>
    <w:rsid w:val="00BA4FA0"/>
    <w:rsid w:val="00BA69D6"/>
    <w:rsid w:val="00BB76D0"/>
    <w:rsid w:val="00BC363C"/>
    <w:rsid w:val="00BC549C"/>
    <w:rsid w:val="00BF6CB5"/>
    <w:rsid w:val="00C16840"/>
    <w:rsid w:val="00C62C24"/>
    <w:rsid w:val="00C635B6"/>
    <w:rsid w:val="00C704B9"/>
    <w:rsid w:val="00CA20F9"/>
    <w:rsid w:val="00CA44F9"/>
    <w:rsid w:val="00CC263D"/>
    <w:rsid w:val="00CE005B"/>
    <w:rsid w:val="00CF1A4A"/>
    <w:rsid w:val="00CF3474"/>
    <w:rsid w:val="00CF696E"/>
    <w:rsid w:val="00D0361A"/>
    <w:rsid w:val="00D26D67"/>
    <w:rsid w:val="00D30ADD"/>
    <w:rsid w:val="00D35665"/>
    <w:rsid w:val="00D36A2F"/>
    <w:rsid w:val="00D43A0D"/>
    <w:rsid w:val="00D46867"/>
    <w:rsid w:val="00D526F3"/>
    <w:rsid w:val="00DC4A8E"/>
    <w:rsid w:val="00DC733E"/>
    <w:rsid w:val="00DE492B"/>
    <w:rsid w:val="00DF4E0C"/>
    <w:rsid w:val="00DF57BE"/>
    <w:rsid w:val="00E06500"/>
    <w:rsid w:val="00E339A7"/>
    <w:rsid w:val="00E57060"/>
    <w:rsid w:val="00E87616"/>
    <w:rsid w:val="00E92047"/>
    <w:rsid w:val="00EA5C16"/>
    <w:rsid w:val="00ED042A"/>
    <w:rsid w:val="00EF000D"/>
    <w:rsid w:val="00F00C81"/>
    <w:rsid w:val="00F545A3"/>
    <w:rsid w:val="00FB5706"/>
    <w:rsid w:val="00F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BF76F39"/>
  <w15:docId w15:val="{C3132728-D7EF-4FA7-B506-9A227A3A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D4990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DF4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25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29</cp:revision>
  <cp:lastPrinted>2022-03-01T14:46:00Z</cp:lastPrinted>
  <dcterms:created xsi:type="dcterms:W3CDTF">2020-01-30T07:13:00Z</dcterms:created>
  <dcterms:modified xsi:type="dcterms:W3CDTF">2025-07-02T09:13:00Z</dcterms:modified>
</cp:coreProperties>
</file>